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72554" cy="3200400"/>
                <wp:effectExtent l="0" t="0" r="23495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2554" cy="32004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8.15pt;height:2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" filled="f" strokecolor="#7030a0" strokeweight="1pt"/>
            </w:pict>
          </mc:Fallback>
        </mc:AlternateContent>
      </w:r>
      <w:r w:rsidR="006F1D5F">
        <w:rPr>
          <w:rFonts w:ascii="Arial" w:hAnsi="Arial" w:cs="Arial"/>
          <w:b/>
          <w:color w:val="7030A0"/>
          <w:sz w:val="28"/>
          <w:szCs w:val="28"/>
        </w:rPr>
        <w:t>À LA RECHERCHE DES LETTRES DE MON PRÉNOM</w:t>
      </w:r>
    </w:p>
    <w:p w:rsidR="006F1D5F" w:rsidRDefault="006F1D5F" w:rsidP="006F1D5F">
      <w:pPr>
        <w:jc w:val="both"/>
        <w:rPr>
          <w:rFonts w:ascii="Arial" w:hAnsi="Arial" w:cs="Arial"/>
        </w:rPr>
      </w:pPr>
    </w:p>
    <w:p w:rsidR="00687DE3" w:rsidRDefault="006F1D5F" w:rsidP="006F1D5F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Prêt-e</w:t>
      </w:r>
      <w:proofErr w:type="spellEnd"/>
      <w:r>
        <w:rPr>
          <w:rFonts w:ascii="Arial" w:hAnsi="Arial" w:cs="Arial"/>
        </w:rPr>
        <w:t xml:space="preserve"> à découvrir les lettres qui composent ton prénom en farsi et à apprivoiser                                   ce nouvel alphabet ?</w:t>
      </w:r>
    </w:p>
    <w:p w:rsidR="006F1D5F" w:rsidRDefault="006F1D5F" w:rsidP="006F1D5F">
      <w:pPr>
        <w:jc w:val="both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6F1D5F" w:rsidRDefault="006F1D5F" w:rsidP="006F1D5F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>
        <w:rPr>
          <w:rFonts w:ascii="Arial" w:hAnsi="Arial" w:cs="Arial"/>
        </w:rPr>
        <w:t xml:space="preserve"> L 27, L3 26 </w:t>
      </w:r>
      <w:r w:rsidRPr="00687DE3">
        <w:rPr>
          <w:rFonts w:ascii="Arial" w:hAnsi="Arial" w:cs="Arial"/>
        </w:rPr>
        <w:tab/>
      </w:r>
    </w:p>
    <w:p w:rsidR="006F1D5F" w:rsidRDefault="006F1D5F" w:rsidP="006F1D5F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Mathématiques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 - </w:t>
      </w:r>
    </w:p>
    <w:p w:rsidR="006F1D5F" w:rsidRDefault="006F1D5F" w:rsidP="006F1D5F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 SHS 21</w:t>
      </w:r>
    </w:p>
    <w:p w:rsidR="006F1D5F" w:rsidRDefault="006F1D5F" w:rsidP="006F1D5F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-  </w:t>
      </w:r>
    </w:p>
    <w:p w:rsidR="006F1D5F" w:rsidRPr="0094240B" w:rsidRDefault="006F1D5F" w:rsidP="006F1D5F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 : CM 24</w:t>
      </w:r>
    </w:p>
    <w:p w:rsidR="006F1D5F" w:rsidRPr="00687DE3" w:rsidRDefault="006F1D5F" w:rsidP="006F1D5F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FG 24, FG 25, FG 28 </w:t>
      </w:r>
      <w:r>
        <w:rPr>
          <w:rFonts w:ascii="Arial" w:hAnsi="Arial" w:cs="Arial"/>
        </w:rPr>
        <w:tab/>
      </w:r>
    </w:p>
    <w:p w:rsidR="006F1D5F" w:rsidRDefault="006F1D5F" w:rsidP="006F1D5F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>
        <w:rPr>
          <w:rFonts w:ascii="Arial" w:hAnsi="Arial" w:cs="Arial"/>
        </w:rPr>
        <w:t xml:space="preserve"> Communication, collaboration, stratégies d'apprentissage et démarche réflexive. </w:t>
      </w:r>
    </w:p>
    <w:p w:rsidR="004B3F3D" w:rsidRDefault="004B3F3D" w:rsidP="004B3F3D">
      <w:pPr>
        <w:rPr>
          <w:rFonts w:ascii="Arial" w:hAnsi="Arial" w:cs="Arial"/>
        </w:rPr>
      </w:pPr>
    </w:p>
    <w:p w:rsidR="006F1D5F" w:rsidRDefault="006F1D5F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B45BC8" w:rsidRPr="00B45BC8" w:rsidRDefault="00B45BC8" w:rsidP="00B45BC8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B45BC8">
        <w:rPr>
          <w:rFonts w:ascii="Arial" w:hAnsi="Arial" w:cs="Arial"/>
          <w:b/>
        </w:rPr>
        <w:t>PDF "</w:t>
      </w:r>
      <w:r>
        <w:rPr>
          <w:rFonts w:ascii="Arial" w:hAnsi="Arial" w:cs="Arial"/>
          <w:b/>
        </w:rPr>
        <w:t xml:space="preserve">tableau </w:t>
      </w:r>
      <w:r w:rsidRPr="00B45BC8">
        <w:rPr>
          <w:rFonts w:ascii="Arial" w:hAnsi="Arial" w:cs="Arial"/>
          <w:b/>
        </w:rPr>
        <w:t>alphabet farsi"</w:t>
      </w:r>
      <w:r>
        <w:rPr>
          <w:rFonts w:ascii="Arial" w:hAnsi="Arial" w:cs="Arial"/>
          <w:b/>
        </w:rPr>
        <w:t xml:space="preserve"> </w:t>
      </w:r>
      <w:r w:rsidRPr="00B45BC8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à imprimer 4x et plastifier </w:t>
      </w:r>
    </w:p>
    <w:p w:rsidR="004B3F3D" w:rsidRPr="00B45BC8" w:rsidRDefault="00B45BC8" w:rsidP="00B45BC8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B45BC8">
        <w:rPr>
          <w:rFonts w:ascii="Arial" w:hAnsi="Arial" w:cs="Arial"/>
          <w:b/>
        </w:rPr>
        <w:t>PDF "cartes lettres</w:t>
      </w:r>
      <w:r w:rsidR="00921BF0">
        <w:rPr>
          <w:rFonts w:ascii="Arial" w:hAnsi="Arial" w:cs="Arial"/>
          <w:b/>
        </w:rPr>
        <w:t xml:space="preserve"> en</w:t>
      </w:r>
      <w:bookmarkStart w:id="0" w:name="_GoBack"/>
      <w:bookmarkEnd w:id="0"/>
      <w:r w:rsidRPr="00B45BC8">
        <w:rPr>
          <w:rFonts w:ascii="Arial" w:hAnsi="Arial" w:cs="Arial"/>
          <w:b/>
        </w:rPr>
        <w:t xml:space="preserve"> farsi" </w:t>
      </w:r>
      <w:r w:rsidRPr="00B45BC8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à imprimer 4x, découper en petites cartes et plastifier pour disposer de 4 versions de paquet de cartes 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B45BC8" w:rsidRPr="00B45BC8" w:rsidRDefault="00B45BC8" w:rsidP="00B45BC8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 w:rsidRPr="00B45BC8">
        <w:rPr>
          <w:rFonts w:ascii="Arial" w:hAnsi="Arial" w:cs="Arial"/>
          <w:b/>
        </w:rPr>
        <w:t xml:space="preserve">Des jetons </w:t>
      </w:r>
    </w:p>
    <w:p w:rsidR="00B45BC8" w:rsidRPr="00B45BC8" w:rsidRDefault="00B45BC8" w:rsidP="00B45BC8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 w:rsidRPr="00B45BC8">
        <w:rPr>
          <w:rFonts w:ascii="Arial" w:hAnsi="Arial" w:cs="Arial"/>
          <w:b/>
        </w:rPr>
        <w:t xml:space="preserve">Des feuilles blanches </w:t>
      </w:r>
    </w:p>
    <w:p w:rsidR="00B45BC8" w:rsidRDefault="00B45BC8" w:rsidP="00B45BC8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B45BC8">
        <w:rPr>
          <w:rFonts w:ascii="Arial" w:hAnsi="Arial" w:cs="Arial"/>
          <w:b/>
        </w:rPr>
        <w:t>Quatre markers noirs</w:t>
      </w:r>
      <w:r>
        <w:rPr>
          <w:rFonts w:ascii="Arial" w:hAnsi="Arial" w:cs="Arial"/>
          <w:b/>
        </w:rPr>
        <w:t xml:space="preserve"> </w:t>
      </w:r>
    </w:p>
    <w:p w:rsidR="00716697" w:rsidRDefault="00716697" w:rsidP="00B45BC8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9A4171"/>
    <w:multiLevelType w:val="hybridMultilevel"/>
    <w:tmpl w:val="768AFF2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D258E"/>
    <w:multiLevelType w:val="hybridMultilevel"/>
    <w:tmpl w:val="0D76DB26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62314"/>
    <w:rsid w:val="003F707B"/>
    <w:rsid w:val="004163C9"/>
    <w:rsid w:val="004B3F3D"/>
    <w:rsid w:val="00507F03"/>
    <w:rsid w:val="005472B9"/>
    <w:rsid w:val="00687DE3"/>
    <w:rsid w:val="006F1D5F"/>
    <w:rsid w:val="00716697"/>
    <w:rsid w:val="008844A5"/>
    <w:rsid w:val="00921BF0"/>
    <w:rsid w:val="0094240B"/>
    <w:rsid w:val="00B45BC8"/>
    <w:rsid w:val="00D61C79"/>
    <w:rsid w:val="00D660C8"/>
    <w:rsid w:val="00D75DB1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1EBE9457.dotm</Template>
  <TotalTime>41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12</cp:revision>
  <dcterms:created xsi:type="dcterms:W3CDTF">2019-05-16T14:12:00Z</dcterms:created>
  <dcterms:modified xsi:type="dcterms:W3CDTF">2019-08-14T07:52:00Z</dcterms:modified>
</cp:coreProperties>
</file>